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E33A7" w14:textId="77777777" w:rsidR="006E5D65" w:rsidRPr="0080108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D8678B" w:rsidRPr="00801088">
        <w:rPr>
          <w:rFonts w:ascii="Corbel" w:hAnsi="Corbel"/>
          <w:bCs/>
          <w:i/>
        </w:rPr>
        <w:t xml:space="preserve">Załącznik nr </w:t>
      </w:r>
      <w:r w:rsidR="006F31E2" w:rsidRPr="00801088">
        <w:rPr>
          <w:rFonts w:ascii="Corbel" w:hAnsi="Corbel"/>
          <w:bCs/>
          <w:i/>
        </w:rPr>
        <w:t>1.5</w:t>
      </w:r>
      <w:r w:rsidR="00D8678B" w:rsidRPr="00801088">
        <w:rPr>
          <w:rFonts w:ascii="Corbel" w:hAnsi="Corbel"/>
          <w:bCs/>
          <w:i/>
        </w:rPr>
        <w:t xml:space="preserve"> do Zarządzenia</w:t>
      </w:r>
      <w:r w:rsidR="002A22BF" w:rsidRPr="00801088">
        <w:rPr>
          <w:rFonts w:ascii="Corbel" w:hAnsi="Corbel"/>
          <w:bCs/>
          <w:i/>
        </w:rPr>
        <w:t xml:space="preserve"> Rektora </w:t>
      </w:r>
      <w:proofErr w:type="spellStart"/>
      <w:r w:rsidR="002A22BF" w:rsidRPr="00801088">
        <w:rPr>
          <w:rFonts w:ascii="Corbel" w:hAnsi="Corbel"/>
          <w:bCs/>
          <w:i/>
        </w:rPr>
        <w:t>UR</w:t>
      </w:r>
      <w:proofErr w:type="spellEnd"/>
      <w:r w:rsidR="002A22BF" w:rsidRPr="00801088">
        <w:rPr>
          <w:rFonts w:ascii="Corbel" w:hAnsi="Corbel"/>
          <w:bCs/>
          <w:i/>
        </w:rPr>
        <w:t xml:space="preserve"> </w:t>
      </w:r>
      <w:r w:rsidRPr="00801088">
        <w:rPr>
          <w:rFonts w:ascii="Corbel" w:hAnsi="Corbel"/>
          <w:bCs/>
          <w:i/>
        </w:rPr>
        <w:t xml:space="preserve"> nr </w:t>
      </w:r>
      <w:r w:rsidR="00F17567" w:rsidRPr="00801088">
        <w:rPr>
          <w:rFonts w:ascii="Corbel" w:hAnsi="Corbel"/>
          <w:bCs/>
          <w:i/>
        </w:rPr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2CEBC007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60732">
        <w:rPr>
          <w:rFonts w:ascii="Corbel" w:hAnsi="Corbel"/>
          <w:i/>
          <w:smallCaps/>
          <w:sz w:val="24"/>
          <w:szCs w:val="24"/>
        </w:rPr>
        <w:t>2019-2022</w:t>
      </w:r>
    </w:p>
    <w:p w14:paraId="1EE6B5CF" w14:textId="2336671B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F60732">
        <w:rPr>
          <w:rFonts w:ascii="Corbel" w:hAnsi="Corbel"/>
          <w:sz w:val="20"/>
          <w:szCs w:val="20"/>
        </w:rPr>
        <w:t>1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F60732">
        <w:rPr>
          <w:rFonts w:ascii="Corbel" w:hAnsi="Corbel"/>
          <w:sz w:val="20"/>
          <w:szCs w:val="20"/>
        </w:rPr>
        <w:t>2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801088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77777777" w:rsidR="002C2B25" w:rsidRPr="00801088" w:rsidRDefault="002C2B2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</w:t>
            </w:r>
            <w:proofErr w:type="spellStart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</w:t>
            </w:r>
            <w:proofErr w:type="spellStart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801088">
        <w:rPr>
          <w:rFonts w:ascii="Corbel" w:hAnsi="Corbel"/>
          <w:sz w:val="24"/>
          <w:szCs w:val="24"/>
        </w:rPr>
        <w:t>ECTS</w:t>
      </w:r>
      <w:proofErr w:type="spellEnd"/>
      <w:r w:rsidRPr="00801088">
        <w:rPr>
          <w:rFonts w:ascii="Corbel" w:hAnsi="Corbel"/>
          <w:sz w:val="24"/>
          <w:szCs w:val="24"/>
        </w:rPr>
        <w:t xml:space="preserve">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Wykł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Konw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Sem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Prakt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3E306D9E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5B4CCBE6" w14:textId="3B166C0F" w:rsidR="009C54AE" w:rsidRPr="00801088" w:rsidRDefault="00626C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3DF235AC">
        <w:rPr>
          <w:rFonts w:ascii="Corbel" w:hAnsi="Corbel"/>
          <w:b w:val="0"/>
          <w:smallCaps w:val="0"/>
        </w:rPr>
        <w:t>egzamin</w:t>
      </w:r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1EB401A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265F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7AB0169E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265F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bookmarkStart w:id="1" w:name="_GoBack"/>
            <w:bookmarkEnd w:id="1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Branding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>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Marketing online –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instrumenty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formy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1EF34949" w:rsidR="00801088" w:rsidRDefault="00153C41" w:rsidP="5C5116A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5C5116AD">
        <w:rPr>
          <w:rFonts w:ascii="Corbel" w:hAnsi="Corbel"/>
          <w:b w:val="0"/>
          <w:smallCaps w:val="0"/>
        </w:rPr>
        <w:t xml:space="preserve">Ćwiczenia: </w:t>
      </w:r>
      <w:r w:rsidR="001718A7" w:rsidRPr="5C5116AD">
        <w:rPr>
          <w:rFonts w:ascii="Corbel" w:hAnsi="Corbel"/>
          <w:b w:val="0"/>
          <w:smallCaps w:val="0"/>
        </w:rPr>
        <w:t>praca w </w:t>
      </w:r>
      <w:r w:rsidR="0085747A" w:rsidRPr="5C5116AD">
        <w:rPr>
          <w:rFonts w:ascii="Corbel" w:hAnsi="Corbel"/>
          <w:b w:val="0"/>
          <w:smallCaps w:val="0"/>
        </w:rPr>
        <w:t>grupach</w:t>
      </w:r>
      <w:r w:rsidR="0071620A" w:rsidRPr="5C5116AD">
        <w:rPr>
          <w:rFonts w:ascii="Corbel" w:hAnsi="Corbel"/>
          <w:b w:val="0"/>
          <w:smallCaps w:val="0"/>
        </w:rPr>
        <w:t xml:space="preserve"> (</w:t>
      </w:r>
      <w:r w:rsidR="0085747A" w:rsidRPr="5C5116AD">
        <w:rPr>
          <w:rFonts w:ascii="Corbel" w:hAnsi="Corbel"/>
          <w:b w:val="0"/>
          <w:smallCaps w:val="0"/>
        </w:rPr>
        <w:t>rozwiązywanie zadań</w:t>
      </w:r>
      <w:r w:rsidR="0071620A" w:rsidRPr="5C5116AD">
        <w:rPr>
          <w:rFonts w:ascii="Corbel" w:hAnsi="Corbel"/>
          <w:b w:val="0"/>
          <w:smallCaps w:val="0"/>
        </w:rPr>
        <w:t>,</w:t>
      </w:r>
      <w:r w:rsidR="0085747A" w:rsidRPr="5C5116AD">
        <w:rPr>
          <w:rFonts w:ascii="Corbel" w:hAnsi="Corbel"/>
          <w:b w:val="0"/>
          <w:smallCaps w:val="0"/>
        </w:rPr>
        <w:t xml:space="preserve"> dyskusja</w:t>
      </w:r>
      <w:r w:rsidR="0071620A" w:rsidRPr="5C5116AD">
        <w:rPr>
          <w:rFonts w:ascii="Corbel" w:hAnsi="Corbel"/>
          <w:b w:val="0"/>
          <w:smallCaps w:val="0"/>
        </w:rPr>
        <w:t>)</w:t>
      </w:r>
      <w:r w:rsidR="001718A7" w:rsidRPr="5C5116AD">
        <w:rPr>
          <w:rFonts w:ascii="Corbel" w:hAnsi="Corbel"/>
          <w:b w:val="0"/>
          <w:smallCaps w:val="0"/>
        </w:rPr>
        <w:t xml:space="preserve"> </w:t>
      </w:r>
    </w:p>
    <w:p w14:paraId="0CA7B016" w14:textId="498A9F34" w:rsidR="5C5116AD" w:rsidRDefault="5C5116AD" w:rsidP="5C5116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2C1B13A9" w:rsidR="0085747A" w:rsidRPr="00801088" w:rsidRDefault="000E158B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t</w:t>
            </w:r>
            <w:r w:rsidR="00942E17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owy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C921BA0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6622AA88" w:rsidR="0085747A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2B5E9D48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przedmiotu: egzamin pisemny w formie testu </w:t>
            </w:r>
            <w:r w:rsidR="00801088">
              <w:rPr>
                <w:rFonts w:ascii="Corbel" w:hAnsi="Corbel"/>
                <w:sz w:val="24"/>
                <w:szCs w:val="24"/>
              </w:rPr>
              <w:t>–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min. 5</w:t>
            </w:r>
            <w:r w:rsidR="00801088">
              <w:rPr>
                <w:rFonts w:ascii="Corbel" w:hAnsi="Corbel"/>
                <w:sz w:val="24"/>
                <w:szCs w:val="24"/>
              </w:rPr>
              <w:t>1</w:t>
            </w:r>
            <w:r w:rsidRPr="00801088">
              <w:rPr>
                <w:rFonts w:ascii="Corbel" w:hAnsi="Corbel"/>
                <w:sz w:val="24"/>
                <w:szCs w:val="24"/>
              </w:rPr>
              <w:t>% pytań z prawidłową odpowiedzią.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0108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01088">
        <w:rPr>
          <w:rFonts w:ascii="Corbel" w:hAnsi="Corbel"/>
          <w:b/>
          <w:sz w:val="24"/>
          <w:szCs w:val="24"/>
        </w:rPr>
        <w:t xml:space="preserve">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77777777" w:rsidR="0085747A" w:rsidRPr="00801088" w:rsidRDefault="0038750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77777777" w:rsidR="00C61DC5" w:rsidRPr="00801088" w:rsidRDefault="00D955A0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7777777" w:rsidR="0085747A" w:rsidRPr="00801088" w:rsidRDefault="00D955A0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7</w:t>
            </w:r>
            <w:r w:rsidR="00942E17"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0108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869447E" w14:textId="77777777" w:rsidR="0085747A" w:rsidRPr="00801088" w:rsidRDefault="00C03BB5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0108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0108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5C5116AD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C5116A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65AD536A" w14:textId="04DC2DB9" w:rsidR="0022749F" w:rsidRPr="00801088" w:rsidRDefault="745C227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 </w:t>
            </w:r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proofErr w:type="spellStart"/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  <w:p w14:paraId="4565E7C5" w14:textId="3FCB7EDD" w:rsidR="00DA3FAB" w:rsidRPr="00801088" w:rsidRDefault="745C227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Kotler</w:t>
            </w:r>
            <w:proofErr w:type="spellEnd"/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Ph</w:t>
            </w:r>
            <w:proofErr w:type="spellEnd"/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</w:t>
            </w:r>
            <w:proofErr w:type="spellEnd"/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H., </w:t>
            </w:r>
            <w:proofErr w:type="spellStart"/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Setiawan</w:t>
            </w:r>
            <w:proofErr w:type="spellEnd"/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I., (przekł. Dorota </w:t>
            </w:r>
            <w:proofErr w:type="spellStart"/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Gasper</w:t>
            </w:r>
            <w:proofErr w:type="spellEnd"/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), Marketing 4.0: era cyfrowa,</w:t>
            </w:r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45DE1687"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 w:rsidRPr="5C5116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5C5116AD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Wiktor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8302F" w14:textId="77777777" w:rsidR="0006651B" w:rsidRDefault="0006651B" w:rsidP="00C16ABF">
      <w:pPr>
        <w:spacing w:after="0" w:line="240" w:lineRule="auto"/>
      </w:pPr>
      <w:r>
        <w:separator/>
      </w:r>
    </w:p>
  </w:endnote>
  <w:endnote w:type="continuationSeparator" w:id="0">
    <w:p w14:paraId="185370F9" w14:textId="77777777" w:rsidR="0006651B" w:rsidRDefault="000665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F06F5" w14:textId="77777777" w:rsidR="0006651B" w:rsidRDefault="0006651B" w:rsidP="00C16ABF">
      <w:pPr>
        <w:spacing w:after="0" w:line="240" w:lineRule="auto"/>
      </w:pPr>
      <w:r>
        <w:separator/>
      </w:r>
    </w:p>
  </w:footnote>
  <w:footnote w:type="continuationSeparator" w:id="0">
    <w:p w14:paraId="79821960" w14:textId="77777777" w:rsidR="0006651B" w:rsidRDefault="0006651B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6651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E33D3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65F6"/>
    <w:rsid w:val="0022749F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6C5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732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6549366"/>
    <w:rsid w:val="177F4960"/>
    <w:rsid w:val="1D02B577"/>
    <w:rsid w:val="2C55FD68"/>
    <w:rsid w:val="37123EBB"/>
    <w:rsid w:val="3DF235AC"/>
    <w:rsid w:val="45DE1687"/>
    <w:rsid w:val="5C5116AD"/>
    <w:rsid w:val="745C227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BF24A-28B8-4AAA-857B-85EC420A4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579481-ED9E-4446-9729-CC1D20EC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907</Words>
  <Characters>5445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15</cp:revision>
  <cp:lastPrinted>2019-02-06T12:12:00Z</cp:lastPrinted>
  <dcterms:created xsi:type="dcterms:W3CDTF">2020-11-17T18:26:00Z</dcterms:created>
  <dcterms:modified xsi:type="dcterms:W3CDTF">2021-01-04T12:01:00Z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